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970" w:rsidRPr="004A5117" w:rsidRDefault="00165970" w:rsidP="005421C2">
      <w:pPr>
        <w:tabs>
          <w:tab w:val="center" w:pos="4677"/>
          <w:tab w:val="right" w:pos="9355"/>
        </w:tabs>
        <w:jc w:val="right"/>
        <w:rPr>
          <w:sz w:val="28"/>
        </w:rPr>
      </w:pPr>
    </w:p>
    <w:p w:rsidR="00165970" w:rsidRPr="001F15F8" w:rsidRDefault="00165970" w:rsidP="005421C2">
      <w:pPr>
        <w:jc w:val="center"/>
        <w:rPr>
          <w:b/>
          <w:color w:val="000000"/>
          <w:sz w:val="28"/>
          <w:szCs w:val="28"/>
        </w:rPr>
      </w:pPr>
      <w:r w:rsidRPr="00564F03"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t_gbel" style="width:43.5pt;height:47.25pt;visibility:visible">
            <v:imagedata r:id="rId7" o:title="" gain="69719f"/>
          </v:shape>
        </w:pict>
      </w:r>
    </w:p>
    <w:p w:rsidR="00165970" w:rsidRPr="001F15F8" w:rsidRDefault="00165970" w:rsidP="005421C2">
      <w:pPr>
        <w:jc w:val="center"/>
        <w:rPr>
          <w:color w:val="000000"/>
          <w:sz w:val="28"/>
          <w:szCs w:val="28"/>
        </w:rPr>
      </w:pPr>
      <w:r w:rsidRPr="001F15F8">
        <w:rPr>
          <w:color w:val="000000"/>
          <w:sz w:val="28"/>
          <w:szCs w:val="28"/>
        </w:rPr>
        <w:t>Еткульский   муниципальный  район</w:t>
      </w:r>
    </w:p>
    <w:p w:rsidR="00165970" w:rsidRPr="001F15F8" w:rsidRDefault="00165970" w:rsidP="005421C2">
      <w:pPr>
        <w:jc w:val="center"/>
        <w:rPr>
          <w:color w:val="000000"/>
          <w:sz w:val="28"/>
          <w:szCs w:val="28"/>
        </w:rPr>
      </w:pPr>
      <w:r w:rsidRPr="001F15F8">
        <w:rPr>
          <w:color w:val="000000"/>
          <w:sz w:val="28"/>
          <w:szCs w:val="28"/>
        </w:rPr>
        <w:t>СОВЕТ   ДЕПУТАТОВ</w:t>
      </w:r>
    </w:p>
    <w:p w:rsidR="00165970" w:rsidRPr="001F15F8" w:rsidRDefault="00165970" w:rsidP="005421C2">
      <w:pPr>
        <w:jc w:val="center"/>
        <w:rPr>
          <w:color w:val="000000"/>
          <w:sz w:val="28"/>
          <w:szCs w:val="28"/>
        </w:rPr>
      </w:pPr>
      <w:r w:rsidRPr="001F15F8">
        <w:rPr>
          <w:color w:val="000000"/>
          <w:sz w:val="28"/>
          <w:szCs w:val="28"/>
        </w:rPr>
        <w:t>ПЕЧЕНКИНСКОГО  СЕЛЬСКОГО  ПОСЕЛЕНИЯ</w:t>
      </w:r>
    </w:p>
    <w:p w:rsidR="00165970" w:rsidRPr="001F15F8" w:rsidRDefault="00165970" w:rsidP="005421C2">
      <w:pPr>
        <w:jc w:val="center"/>
        <w:rPr>
          <w:color w:val="000000"/>
          <w:sz w:val="28"/>
          <w:szCs w:val="28"/>
        </w:rPr>
      </w:pPr>
      <w:r w:rsidRPr="001F15F8">
        <w:rPr>
          <w:color w:val="000000"/>
          <w:sz w:val="28"/>
          <w:szCs w:val="28"/>
        </w:rPr>
        <w:t>РЕШЕНИЕ</w:t>
      </w:r>
    </w:p>
    <w:p w:rsidR="00165970" w:rsidRPr="001F15F8" w:rsidRDefault="00165970" w:rsidP="005421C2">
      <w:pPr>
        <w:jc w:val="center"/>
        <w:rPr>
          <w:color w:val="000000"/>
          <w:sz w:val="28"/>
          <w:szCs w:val="28"/>
        </w:rPr>
      </w:pPr>
      <w:r w:rsidRPr="001F15F8">
        <w:rPr>
          <w:color w:val="000000"/>
          <w:sz w:val="28"/>
          <w:szCs w:val="28"/>
        </w:rPr>
        <w:t>__________________________________________________________________</w:t>
      </w:r>
    </w:p>
    <w:p w:rsidR="00165970" w:rsidRPr="001F15F8" w:rsidRDefault="00165970" w:rsidP="005421C2">
      <w:pPr>
        <w:jc w:val="center"/>
      </w:pPr>
      <w:r w:rsidRPr="001F15F8">
        <w:t>456569    Челябинская  область, Еткульский  район, д. Печенкино , ул. Набережная. 22</w:t>
      </w:r>
    </w:p>
    <w:p w:rsidR="00165970" w:rsidRPr="001F15F8" w:rsidRDefault="00165970" w:rsidP="005421C2">
      <w:pPr>
        <w:jc w:val="both"/>
        <w:rPr>
          <w:b/>
          <w:sz w:val="28"/>
          <w:szCs w:val="28"/>
        </w:rPr>
      </w:pPr>
    </w:p>
    <w:p w:rsidR="00165970" w:rsidRDefault="00165970" w:rsidP="005421C2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18.04.</w:t>
      </w:r>
      <w:r w:rsidRPr="001F15F8">
        <w:rPr>
          <w:sz w:val="28"/>
          <w:szCs w:val="28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1F15F8">
          <w:rPr>
            <w:sz w:val="28"/>
            <w:szCs w:val="28"/>
            <w:lang w:eastAsia="en-US"/>
          </w:rPr>
          <w:t>201</w:t>
        </w:r>
        <w:r>
          <w:rPr>
            <w:sz w:val="28"/>
            <w:szCs w:val="28"/>
            <w:lang w:eastAsia="en-US"/>
          </w:rPr>
          <w:t>9</w:t>
        </w:r>
        <w:r w:rsidRPr="001F15F8">
          <w:rPr>
            <w:sz w:val="28"/>
            <w:szCs w:val="28"/>
            <w:lang w:eastAsia="en-US"/>
          </w:rPr>
          <w:t xml:space="preserve"> г</w:t>
        </w:r>
      </w:smartTag>
      <w:r>
        <w:rPr>
          <w:sz w:val="28"/>
          <w:szCs w:val="28"/>
          <w:lang w:eastAsia="en-US"/>
        </w:rPr>
        <w:t>.                                                                                                  №  127</w:t>
      </w:r>
    </w:p>
    <w:p w:rsidR="00165970" w:rsidRPr="00213E53" w:rsidRDefault="00165970" w:rsidP="004C62C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65970" w:rsidRPr="00213E53" w:rsidRDefault="00165970" w:rsidP="004C62C9">
      <w:pPr>
        <w:rPr>
          <w:sz w:val="28"/>
          <w:szCs w:val="28"/>
        </w:rPr>
      </w:pPr>
      <w:r w:rsidRPr="00213E53">
        <w:rPr>
          <w:sz w:val="28"/>
          <w:szCs w:val="28"/>
        </w:rPr>
        <w:t>О внесении изменений и дополнений</w:t>
      </w:r>
    </w:p>
    <w:p w:rsidR="00165970" w:rsidRPr="00213E53" w:rsidRDefault="00165970" w:rsidP="004C62C9">
      <w:pPr>
        <w:rPr>
          <w:sz w:val="28"/>
          <w:szCs w:val="28"/>
        </w:rPr>
      </w:pPr>
      <w:r w:rsidRPr="00213E53">
        <w:rPr>
          <w:sz w:val="28"/>
          <w:szCs w:val="28"/>
        </w:rPr>
        <w:t xml:space="preserve">в Устав </w:t>
      </w:r>
      <w:r>
        <w:rPr>
          <w:sz w:val="28"/>
          <w:szCs w:val="28"/>
        </w:rPr>
        <w:t>Печенкинского</w:t>
      </w:r>
    </w:p>
    <w:p w:rsidR="00165970" w:rsidRPr="00213E53" w:rsidRDefault="00165970" w:rsidP="004C62C9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65970" w:rsidRPr="00213E53" w:rsidRDefault="00165970" w:rsidP="004C62C9">
      <w:pPr>
        <w:rPr>
          <w:rFonts w:ascii="Verdana" w:hAnsi="Verdana"/>
          <w:sz w:val="28"/>
          <w:szCs w:val="28"/>
        </w:rPr>
      </w:pPr>
    </w:p>
    <w:p w:rsidR="00165970" w:rsidRPr="00213E53" w:rsidRDefault="00165970" w:rsidP="004C62C9">
      <w:pPr>
        <w:rPr>
          <w:rFonts w:ascii="Verdana" w:hAnsi="Verdana"/>
          <w:sz w:val="28"/>
          <w:szCs w:val="28"/>
        </w:rPr>
      </w:pPr>
    </w:p>
    <w:p w:rsidR="00165970" w:rsidRPr="00213E53" w:rsidRDefault="00165970" w:rsidP="004C62C9">
      <w:pPr>
        <w:spacing w:line="360" w:lineRule="auto"/>
        <w:ind w:hanging="180"/>
        <w:jc w:val="center"/>
        <w:rPr>
          <w:sz w:val="28"/>
          <w:szCs w:val="28"/>
        </w:rPr>
      </w:pPr>
      <w:r>
        <w:rPr>
          <w:sz w:val="28"/>
          <w:szCs w:val="28"/>
        </w:rPr>
        <w:t>Совет</w:t>
      </w:r>
      <w:r w:rsidRPr="00213E53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>Печенкинского</w:t>
      </w:r>
      <w:r w:rsidRPr="00213E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213E53">
        <w:rPr>
          <w:sz w:val="28"/>
          <w:szCs w:val="28"/>
        </w:rPr>
        <w:t>РЕШАЕТ:</w:t>
      </w:r>
    </w:p>
    <w:p w:rsidR="00165970" w:rsidRDefault="00165970" w:rsidP="008C16D7">
      <w:pPr>
        <w:ind w:firstLine="540"/>
        <w:jc w:val="both"/>
        <w:rPr>
          <w:sz w:val="28"/>
          <w:szCs w:val="28"/>
        </w:rPr>
      </w:pPr>
      <w:r w:rsidRPr="00213E53">
        <w:rPr>
          <w:sz w:val="28"/>
          <w:szCs w:val="28"/>
        </w:rPr>
        <w:t xml:space="preserve">1. Внести в Устав </w:t>
      </w:r>
      <w:r>
        <w:rPr>
          <w:sz w:val="28"/>
          <w:szCs w:val="28"/>
        </w:rPr>
        <w:t>Печенкинского</w:t>
      </w:r>
      <w:r w:rsidRPr="00213E53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213E53">
        <w:rPr>
          <w:sz w:val="28"/>
          <w:szCs w:val="28"/>
        </w:rPr>
        <w:t xml:space="preserve"> следующие изменения и дополнения:</w:t>
      </w:r>
    </w:p>
    <w:p w:rsidR="00165970" w:rsidRDefault="00165970" w:rsidP="004C62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5970" w:rsidRDefault="00165970" w:rsidP="008C16D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статье 7: </w:t>
      </w:r>
    </w:p>
    <w:p w:rsidR="00165970" w:rsidRDefault="00165970" w:rsidP="008C16D7">
      <w:pPr>
        <w:autoSpaceDE w:val="0"/>
        <w:autoSpaceDN w:val="0"/>
        <w:adjustRightInd w:val="0"/>
        <w:ind w:left="539"/>
        <w:jc w:val="both"/>
        <w:rPr>
          <w:sz w:val="28"/>
          <w:szCs w:val="28"/>
        </w:rPr>
      </w:pPr>
      <w:r>
        <w:rPr>
          <w:sz w:val="28"/>
          <w:szCs w:val="28"/>
        </w:rPr>
        <w:t>абзац 14 пункта 1</w:t>
      </w:r>
      <w:r w:rsidRPr="00B41903">
        <w:rPr>
          <w:sz w:val="28"/>
          <w:szCs w:val="28"/>
        </w:rPr>
        <w:t xml:space="preserve"> изложить в следующей редакции: </w:t>
      </w:r>
    </w:p>
    <w:p w:rsidR="00165970" w:rsidRPr="00B41903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41903">
        <w:rPr>
          <w:sz w:val="28"/>
          <w:szCs w:val="28"/>
        </w:rPr>
        <w:t>«осуществление деятельности по обращению с животными без владельцев, обитающими на территории поселения;</w:t>
      </w:r>
      <w:r>
        <w:rPr>
          <w:sz w:val="28"/>
          <w:szCs w:val="28"/>
        </w:rPr>
        <w:t>»;</w:t>
      </w:r>
    </w:p>
    <w:p w:rsidR="00165970" w:rsidRDefault="00165970" w:rsidP="002A565C">
      <w:pPr>
        <w:tabs>
          <w:tab w:val="left" w:pos="183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65970" w:rsidRPr="00225DE9" w:rsidRDefault="00165970" w:rsidP="001C489A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2) В статье</w:t>
      </w:r>
      <w:r w:rsidRPr="00225DE9">
        <w:rPr>
          <w:sz w:val="28"/>
          <w:szCs w:val="28"/>
        </w:rPr>
        <w:t xml:space="preserve"> </w:t>
      </w:r>
      <w:r>
        <w:rPr>
          <w:sz w:val="28"/>
          <w:szCs w:val="28"/>
        </w:rPr>
        <w:t>13:</w:t>
      </w:r>
    </w:p>
    <w:p w:rsidR="00165970" w:rsidRPr="0049056F" w:rsidRDefault="00165970" w:rsidP="001C489A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1 </w:t>
      </w:r>
      <w:r w:rsidRPr="0049056F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49056F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49056F">
        <w:rPr>
          <w:sz w:val="28"/>
          <w:szCs w:val="28"/>
        </w:rPr>
        <w:t xml:space="preserve"> изложить в следующей редакции:</w:t>
      </w:r>
    </w:p>
    <w:p w:rsidR="00165970" w:rsidRPr="00213E53" w:rsidRDefault="00165970" w:rsidP="001C489A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49056F">
        <w:rPr>
          <w:sz w:val="28"/>
          <w:szCs w:val="28"/>
        </w:rPr>
        <w:t>Порядок организации и проведения</w:t>
      </w:r>
      <w:r>
        <w:rPr>
          <w:sz w:val="28"/>
          <w:szCs w:val="28"/>
        </w:rPr>
        <w:t xml:space="preserve"> публичных слушаний определяется решением</w:t>
      </w:r>
      <w:r w:rsidRPr="0049056F">
        <w:rPr>
          <w:sz w:val="28"/>
          <w:szCs w:val="28"/>
        </w:rPr>
        <w:t xml:space="preserve"> Совета депутатов </w:t>
      </w:r>
      <w:r>
        <w:rPr>
          <w:sz w:val="28"/>
          <w:szCs w:val="28"/>
        </w:rPr>
        <w:t xml:space="preserve">Печенкинского </w:t>
      </w:r>
      <w:r w:rsidRPr="0049056F">
        <w:rPr>
          <w:sz w:val="28"/>
          <w:szCs w:val="28"/>
        </w:rPr>
        <w:t xml:space="preserve">сельского поселения и должен предусматривать заблаговременное оповещение жителей </w:t>
      </w:r>
      <w:r>
        <w:rPr>
          <w:sz w:val="28"/>
          <w:szCs w:val="28"/>
        </w:rPr>
        <w:t xml:space="preserve">Печенкинского </w:t>
      </w:r>
      <w:r w:rsidRPr="0049056F">
        <w:rPr>
          <w:sz w:val="28"/>
          <w:szCs w:val="28"/>
        </w:rPr>
        <w:t xml:space="preserve">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>
        <w:rPr>
          <w:sz w:val="28"/>
          <w:szCs w:val="28"/>
        </w:rPr>
        <w:t xml:space="preserve">Печенкинского </w:t>
      </w:r>
      <w:r w:rsidRPr="0049056F">
        <w:rPr>
          <w:sz w:val="28"/>
          <w:szCs w:val="28"/>
        </w:rPr>
        <w:t>сельского поселения, опубликование (обнародование) результатов публичных слушаний, включая мотивированное обоснование принятых решений.</w:t>
      </w:r>
      <w:r>
        <w:rPr>
          <w:sz w:val="28"/>
          <w:szCs w:val="28"/>
        </w:rPr>
        <w:t>».</w:t>
      </w:r>
    </w:p>
    <w:p w:rsidR="00165970" w:rsidRDefault="00165970" w:rsidP="001C489A">
      <w:pPr>
        <w:ind w:firstLine="539"/>
        <w:jc w:val="both"/>
        <w:rPr>
          <w:sz w:val="28"/>
          <w:szCs w:val="28"/>
        </w:rPr>
      </w:pPr>
    </w:p>
    <w:p w:rsidR="00165970" w:rsidRPr="008F1C5A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3) Главу 3 дополнить статьей 17.1. следующего содержания:</w:t>
      </w:r>
    </w:p>
    <w:p w:rsidR="00165970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65970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F1C5A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17.1. </w:t>
      </w:r>
      <w:r w:rsidRPr="008F1C5A">
        <w:rPr>
          <w:b/>
          <w:sz w:val="28"/>
          <w:szCs w:val="28"/>
        </w:rPr>
        <w:t>Староста сельского населенного пункта</w:t>
      </w:r>
    </w:p>
    <w:p w:rsidR="00165970" w:rsidRPr="00317587" w:rsidRDefault="00165970" w:rsidP="004C62C9">
      <w:pPr>
        <w:autoSpaceDE w:val="0"/>
        <w:autoSpaceDN w:val="0"/>
        <w:adjustRightInd w:val="0"/>
        <w:ind w:firstLine="539"/>
        <w:jc w:val="both"/>
        <w:rPr>
          <w:b/>
          <w:sz w:val="28"/>
          <w:szCs w:val="28"/>
        </w:rPr>
      </w:pPr>
    </w:p>
    <w:p w:rsidR="00165970" w:rsidRPr="00D53B2E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может назначаться староста сельского населенного пункта.</w:t>
      </w:r>
    </w:p>
    <w:p w:rsidR="00165970" w:rsidRPr="00D53B2E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 xml:space="preserve">2. Староста сельского населенного пункта назначается </w:t>
      </w:r>
      <w:r>
        <w:rPr>
          <w:sz w:val="28"/>
          <w:szCs w:val="28"/>
        </w:rPr>
        <w:t xml:space="preserve">Советом депутатов Печенкинского сельского поселения </w:t>
      </w:r>
      <w:r w:rsidRPr="00D53B2E">
        <w:rPr>
          <w:sz w:val="28"/>
          <w:szCs w:val="28"/>
        </w:rPr>
        <w:t>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165970" w:rsidRPr="00D53B2E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53B2E">
        <w:rPr>
          <w:sz w:val="28"/>
          <w:szCs w:val="28"/>
        </w:rPr>
        <w:t>. Срок полномочий старосты сельского населенного пункта</w:t>
      </w:r>
      <w:r>
        <w:rPr>
          <w:sz w:val="28"/>
          <w:szCs w:val="28"/>
        </w:rPr>
        <w:t xml:space="preserve"> – 3 года</w:t>
      </w:r>
      <w:r w:rsidRPr="00D53B2E">
        <w:rPr>
          <w:sz w:val="28"/>
          <w:szCs w:val="28"/>
        </w:rPr>
        <w:t>.</w:t>
      </w:r>
    </w:p>
    <w:p w:rsidR="00165970" w:rsidRPr="00D53B2E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 xml:space="preserve">Полномочия старосты сельского населенного пункта прекращаются досрочно по решению </w:t>
      </w:r>
      <w:r>
        <w:rPr>
          <w:sz w:val="28"/>
          <w:szCs w:val="28"/>
        </w:rPr>
        <w:t>Совета депутатов Печенкинского сельского поселения</w:t>
      </w:r>
      <w:r w:rsidRPr="00D53B2E">
        <w:rPr>
          <w:sz w:val="28"/>
          <w:szCs w:val="28"/>
        </w:rPr>
        <w:t>, по представлению схода граждан сельского населенного пункта, а также в случаях, установленных пунктами 1 - 7 части 10 статьи 40 Федерального закона от 6 октября 2003 года N 131-ФЗ</w:t>
      </w:r>
      <w:r w:rsidRPr="00902041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Pr="00D53B2E">
        <w:rPr>
          <w:sz w:val="28"/>
          <w:szCs w:val="28"/>
        </w:rPr>
        <w:t>.</w:t>
      </w:r>
    </w:p>
    <w:p w:rsidR="00165970" w:rsidRPr="00D53B2E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53B2E">
        <w:rPr>
          <w:sz w:val="28"/>
          <w:szCs w:val="28"/>
        </w:rPr>
        <w:t>. Староста сельского населенного пункта для решения возложенных на него задач:</w:t>
      </w:r>
    </w:p>
    <w:p w:rsidR="00165970" w:rsidRPr="00D53B2E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165970" w:rsidRPr="00D53B2E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165970" w:rsidRPr="00D53B2E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165970" w:rsidRPr="00D53B2E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165970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D53B2E">
        <w:rPr>
          <w:sz w:val="28"/>
          <w:szCs w:val="28"/>
        </w:rPr>
        <w:t xml:space="preserve">5) осуществляет иные полномочия и права, предусмотренные нормативным правовым актом </w:t>
      </w:r>
      <w:r>
        <w:rPr>
          <w:sz w:val="28"/>
          <w:szCs w:val="28"/>
        </w:rPr>
        <w:t xml:space="preserve">Совета депутатов Печенкинского сельского поселения </w:t>
      </w:r>
      <w:r w:rsidRPr="00D53B2E">
        <w:rPr>
          <w:sz w:val="28"/>
          <w:szCs w:val="28"/>
        </w:rPr>
        <w:t xml:space="preserve">в соответствии с законом </w:t>
      </w:r>
      <w:r>
        <w:rPr>
          <w:sz w:val="28"/>
          <w:szCs w:val="28"/>
        </w:rPr>
        <w:t>Челябинской области</w:t>
      </w:r>
      <w:r w:rsidRPr="00D53B2E">
        <w:rPr>
          <w:sz w:val="28"/>
          <w:szCs w:val="28"/>
        </w:rPr>
        <w:t>.</w:t>
      </w:r>
    </w:p>
    <w:p w:rsidR="00165970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3066F6">
        <w:rPr>
          <w:sz w:val="28"/>
          <w:szCs w:val="28"/>
        </w:rPr>
        <w:t>Старосте сельского населенного пункта выдается удостоверение, подтверждающее его личность и полномочия</w:t>
      </w:r>
      <w:r>
        <w:rPr>
          <w:sz w:val="28"/>
          <w:szCs w:val="28"/>
        </w:rPr>
        <w:t>.»</w:t>
      </w:r>
      <w:r w:rsidRPr="003066F6">
        <w:rPr>
          <w:sz w:val="28"/>
          <w:szCs w:val="28"/>
        </w:rPr>
        <w:t>.</w:t>
      </w:r>
    </w:p>
    <w:p w:rsidR="00165970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66F6">
        <w:rPr>
          <w:sz w:val="28"/>
          <w:szCs w:val="28"/>
        </w:rPr>
        <w:t>Удостоверение старосты сельского населенного пункта выдается уполномоченным должностным лицом органа местного самоуправления на срок полномочий старосты сельского населенного пункта.</w:t>
      </w:r>
    </w:p>
    <w:p w:rsidR="00165970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65970" w:rsidRPr="00213E53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13E53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статье 22 пункт 8 </w:t>
      </w:r>
      <w:r w:rsidRPr="00213E53">
        <w:rPr>
          <w:sz w:val="28"/>
          <w:szCs w:val="28"/>
        </w:rPr>
        <w:t>изложить в следующей редакции:</w:t>
      </w:r>
    </w:p>
    <w:p w:rsidR="00165970" w:rsidRPr="00213E53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13E53">
        <w:rPr>
          <w:sz w:val="28"/>
          <w:szCs w:val="28"/>
        </w:rPr>
        <w:t>Муниципальные правовые акты и соглашения</w:t>
      </w:r>
      <w:r>
        <w:rPr>
          <w:sz w:val="28"/>
          <w:szCs w:val="28"/>
        </w:rPr>
        <w:t xml:space="preserve">, </w:t>
      </w:r>
      <w:r w:rsidRPr="00DA57D3">
        <w:rPr>
          <w:sz w:val="28"/>
          <w:szCs w:val="28"/>
        </w:rPr>
        <w:t>заключаемые между органами местного самоуправления</w:t>
      </w:r>
      <w:r>
        <w:rPr>
          <w:sz w:val="28"/>
          <w:szCs w:val="28"/>
        </w:rPr>
        <w:t>,</w:t>
      </w:r>
      <w:r w:rsidRPr="00213E53">
        <w:rPr>
          <w:sz w:val="28"/>
          <w:szCs w:val="28"/>
        </w:rPr>
        <w:t xml:space="preserve"> подлежат официальному </w:t>
      </w:r>
      <w:r w:rsidRPr="00830AE8">
        <w:rPr>
          <w:sz w:val="28"/>
          <w:szCs w:val="28"/>
        </w:rPr>
        <w:t>опубликованию</w:t>
      </w:r>
      <w:r>
        <w:rPr>
          <w:sz w:val="28"/>
          <w:szCs w:val="28"/>
        </w:rPr>
        <w:t xml:space="preserve"> в периодическом печатном издании</w:t>
      </w:r>
      <w:r w:rsidRPr="00213E53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213E53">
        <w:rPr>
          <w:sz w:val="28"/>
          <w:szCs w:val="28"/>
        </w:rPr>
        <w:t xml:space="preserve"> основани</w:t>
      </w:r>
      <w:r>
        <w:rPr>
          <w:sz w:val="28"/>
          <w:szCs w:val="28"/>
        </w:rPr>
        <w:t xml:space="preserve">и гражданско-правового договора, заключаемого на определенный срок </w:t>
      </w:r>
      <w:r w:rsidRPr="00213E53">
        <w:rPr>
          <w:sz w:val="28"/>
          <w:szCs w:val="28"/>
        </w:rPr>
        <w:t xml:space="preserve">либо </w:t>
      </w:r>
      <w:r w:rsidRPr="00830AE8">
        <w:rPr>
          <w:sz w:val="28"/>
          <w:szCs w:val="28"/>
        </w:rPr>
        <w:t>обнародованию</w:t>
      </w:r>
      <w:r w:rsidRPr="00213E53">
        <w:rPr>
          <w:sz w:val="28"/>
          <w:szCs w:val="28"/>
        </w:rPr>
        <w:t xml:space="preserve"> путем размещения их на информационных стендах в порядке, установленном Советом </w:t>
      </w:r>
      <w:r w:rsidRPr="00830AE8">
        <w:rPr>
          <w:sz w:val="28"/>
          <w:szCs w:val="28"/>
        </w:rPr>
        <w:t>депутатов сельского поселения.</w:t>
      </w:r>
    </w:p>
    <w:p w:rsidR="00165970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Решения Совета депутатов могут быть обжалованы в судебном порядке или опротестованы в порядке прокурорского надзора в соответствии с законодательством Российская Федерации.».</w:t>
      </w:r>
    </w:p>
    <w:p w:rsidR="00165970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65970" w:rsidRDefault="00165970" w:rsidP="004B55B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65970" w:rsidRDefault="00165970" w:rsidP="00FE26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5) В статье 31 абзац 2 пункта 2 изложить в следующей редакции:</w:t>
      </w:r>
    </w:p>
    <w:p w:rsidR="00165970" w:rsidRDefault="00165970" w:rsidP="004B55B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65970" w:rsidRPr="00213E53" w:rsidRDefault="00165970" w:rsidP="004B55B7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13E53">
        <w:rPr>
          <w:sz w:val="28"/>
          <w:szCs w:val="28"/>
        </w:rPr>
        <w:t>Муниципальные правовые акты и соглашения</w:t>
      </w:r>
      <w:r>
        <w:rPr>
          <w:sz w:val="28"/>
          <w:szCs w:val="28"/>
        </w:rPr>
        <w:t xml:space="preserve">, </w:t>
      </w:r>
      <w:r w:rsidRPr="00DA57D3">
        <w:rPr>
          <w:sz w:val="28"/>
          <w:szCs w:val="28"/>
        </w:rPr>
        <w:t>заключаемые между органами местного самоуправления</w:t>
      </w:r>
      <w:r>
        <w:rPr>
          <w:sz w:val="28"/>
          <w:szCs w:val="28"/>
        </w:rPr>
        <w:t>,</w:t>
      </w:r>
      <w:r w:rsidRPr="00213E53">
        <w:rPr>
          <w:sz w:val="28"/>
          <w:szCs w:val="28"/>
        </w:rPr>
        <w:t xml:space="preserve"> подлежат официальному </w:t>
      </w:r>
      <w:r w:rsidRPr="00830AE8">
        <w:rPr>
          <w:sz w:val="28"/>
          <w:szCs w:val="28"/>
        </w:rPr>
        <w:t>опубликованию</w:t>
      </w:r>
      <w:r>
        <w:rPr>
          <w:sz w:val="28"/>
          <w:szCs w:val="28"/>
        </w:rPr>
        <w:t xml:space="preserve"> в</w:t>
      </w:r>
      <w:r w:rsidRPr="00213E53">
        <w:rPr>
          <w:sz w:val="28"/>
          <w:szCs w:val="28"/>
        </w:rPr>
        <w:t xml:space="preserve"> периодическом печатном издании, </w:t>
      </w:r>
      <w:r>
        <w:rPr>
          <w:sz w:val="28"/>
          <w:szCs w:val="28"/>
        </w:rPr>
        <w:t>на</w:t>
      </w:r>
      <w:r w:rsidRPr="00213E53">
        <w:rPr>
          <w:sz w:val="28"/>
          <w:szCs w:val="28"/>
        </w:rPr>
        <w:t xml:space="preserve"> основани</w:t>
      </w:r>
      <w:r>
        <w:rPr>
          <w:sz w:val="28"/>
          <w:szCs w:val="28"/>
        </w:rPr>
        <w:t xml:space="preserve">и гражданско-правового договора, заключаемого на определенный срок </w:t>
      </w:r>
      <w:r w:rsidRPr="00213E53">
        <w:rPr>
          <w:sz w:val="28"/>
          <w:szCs w:val="28"/>
        </w:rPr>
        <w:t xml:space="preserve">либо </w:t>
      </w:r>
      <w:r w:rsidRPr="00830AE8">
        <w:rPr>
          <w:sz w:val="28"/>
          <w:szCs w:val="28"/>
        </w:rPr>
        <w:t xml:space="preserve">обнародованию </w:t>
      </w:r>
      <w:r w:rsidRPr="00213E53">
        <w:rPr>
          <w:sz w:val="28"/>
          <w:szCs w:val="28"/>
        </w:rPr>
        <w:t xml:space="preserve">путем размещения их на информационных стендах в порядке, установленном </w:t>
      </w:r>
      <w:r w:rsidRPr="002308D6">
        <w:rPr>
          <w:sz w:val="28"/>
          <w:szCs w:val="28"/>
        </w:rPr>
        <w:t>Советом депутатов сельского поселения</w:t>
      </w:r>
      <w:r>
        <w:rPr>
          <w:sz w:val="28"/>
          <w:szCs w:val="28"/>
        </w:rPr>
        <w:t>.».</w:t>
      </w:r>
    </w:p>
    <w:p w:rsidR="00165970" w:rsidRDefault="00165970" w:rsidP="001C489A">
      <w:pPr>
        <w:jc w:val="both"/>
        <w:rPr>
          <w:sz w:val="28"/>
          <w:szCs w:val="28"/>
        </w:rPr>
      </w:pPr>
    </w:p>
    <w:p w:rsidR="00165970" w:rsidRDefault="00165970" w:rsidP="00FE26EC">
      <w:pPr>
        <w:jc w:val="both"/>
        <w:rPr>
          <w:sz w:val="28"/>
          <w:szCs w:val="28"/>
        </w:rPr>
      </w:pPr>
      <w:r>
        <w:rPr>
          <w:sz w:val="28"/>
          <w:szCs w:val="28"/>
        </w:rPr>
        <w:t>6) В статье 34:</w:t>
      </w:r>
    </w:p>
    <w:p w:rsidR="00165970" w:rsidRDefault="00165970" w:rsidP="004C62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3 изложить в следующей редакции:</w:t>
      </w:r>
    </w:p>
    <w:p w:rsidR="00165970" w:rsidRDefault="00165970" w:rsidP="004C62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«3. Полномочия главы поселения начинаются со дня его вступления в должность и прекращаются в день вступления в должность вновь избранного главы поселения.»;</w:t>
      </w:r>
    </w:p>
    <w:p w:rsidR="00165970" w:rsidRDefault="00165970" w:rsidP="004C62C9">
      <w:pPr>
        <w:ind w:firstLine="539"/>
        <w:jc w:val="both"/>
        <w:rPr>
          <w:sz w:val="28"/>
          <w:szCs w:val="28"/>
        </w:rPr>
      </w:pPr>
    </w:p>
    <w:p w:rsidR="00165970" w:rsidRDefault="00165970" w:rsidP="004C62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Пункт 4 изложить в следующей редакции:</w:t>
      </w:r>
    </w:p>
    <w:p w:rsidR="00165970" w:rsidRDefault="00165970" w:rsidP="004C62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«4. Глава поселения осуществляет свои полномочия на профессиональной постоянной основе.»;</w:t>
      </w:r>
    </w:p>
    <w:p w:rsidR="00165970" w:rsidRDefault="00165970" w:rsidP="004C62C9">
      <w:pPr>
        <w:ind w:firstLine="539"/>
        <w:jc w:val="both"/>
        <w:rPr>
          <w:sz w:val="28"/>
          <w:szCs w:val="28"/>
        </w:rPr>
      </w:pPr>
    </w:p>
    <w:p w:rsidR="00165970" w:rsidRPr="00895BB0" w:rsidRDefault="00165970" w:rsidP="004C62C9">
      <w:pPr>
        <w:ind w:firstLine="53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Пункт 5 исключить.</w:t>
      </w:r>
    </w:p>
    <w:p w:rsidR="00165970" w:rsidRDefault="00165970" w:rsidP="004C62C9">
      <w:pPr>
        <w:ind w:firstLine="539"/>
        <w:jc w:val="both"/>
        <w:rPr>
          <w:sz w:val="28"/>
          <w:szCs w:val="28"/>
        </w:rPr>
      </w:pPr>
    </w:p>
    <w:p w:rsidR="00165970" w:rsidRPr="00CA399F" w:rsidRDefault="00165970" w:rsidP="001C489A">
      <w:pPr>
        <w:ind w:firstLine="540"/>
        <w:jc w:val="both"/>
        <w:rPr>
          <w:sz w:val="28"/>
          <w:szCs w:val="28"/>
        </w:rPr>
      </w:pPr>
      <w:r w:rsidRPr="00C4085A">
        <w:rPr>
          <w:sz w:val="28"/>
          <w:szCs w:val="28"/>
        </w:rPr>
        <w:t xml:space="preserve">2. </w:t>
      </w:r>
      <w:r w:rsidRPr="00CA399F">
        <w:rPr>
          <w:sz w:val="28"/>
          <w:szCs w:val="28"/>
        </w:rPr>
        <w:t xml:space="preserve">Настоящее решение подлежит официальному </w:t>
      </w:r>
      <w:r>
        <w:rPr>
          <w:sz w:val="28"/>
          <w:szCs w:val="28"/>
        </w:rPr>
        <w:t>обнародованию на</w:t>
      </w:r>
      <w:r w:rsidRPr="00CA39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399F">
        <w:rPr>
          <w:sz w:val="28"/>
          <w:szCs w:val="28"/>
        </w:rPr>
        <w:t xml:space="preserve">  информационных стендах </w:t>
      </w:r>
      <w:r>
        <w:rPr>
          <w:sz w:val="28"/>
          <w:szCs w:val="28"/>
        </w:rPr>
        <w:t xml:space="preserve">поселения </w:t>
      </w:r>
      <w:r w:rsidRPr="00CA399F">
        <w:rPr>
          <w:sz w:val="28"/>
          <w:szCs w:val="28"/>
        </w:rPr>
        <w:t>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165970" w:rsidRPr="00CA399F" w:rsidRDefault="00165970" w:rsidP="001C489A">
      <w:pPr>
        <w:ind w:firstLine="540"/>
        <w:jc w:val="both"/>
        <w:rPr>
          <w:sz w:val="28"/>
          <w:szCs w:val="28"/>
        </w:rPr>
      </w:pPr>
      <w:r w:rsidRPr="00CA399F">
        <w:rPr>
          <w:sz w:val="28"/>
          <w:szCs w:val="28"/>
        </w:rPr>
        <w:t xml:space="preserve">3. Настоящее решение вступает в силу после </w:t>
      </w:r>
      <w:r>
        <w:rPr>
          <w:sz w:val="28"/>
          <w:szCs w:val="28"/>
        </w:rPr>
        <w:t xml:space="preserve">его официального </w:t>
      </w:r>
      <w:r w:rsidRPr="00CA399F">
        <w:rPr>
          <w:sz w:val="28"/>
          <w:szCs w:val="28"/>
        </w:rPr>
        <w:t>обнародования в соответствии с действующим законодательством.</w:t>
      </w:r>
    </w:p>
    <w:p w:rsidR="00165970" w:rsidRDefault="00165970" w:rsidP="004C62C9">
      <w:pPr>
        <w:ind w:firstLine="540"/>
        <w:jc w:val="both"/>
        <w:rPr>
          <w:sz w:val="28"/>
          <w:szCs w:val="28"/>
        </w:rPr>
      </w:pPr>
    </w:p>
    <w:p w:rsidR="00165970" w:rsidRDefault="00165970" w:rsidP="004C62C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5970" w:rsidRDefault="00165970" w:rsidP="004C62C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5970" w:rsidRPr="00C4085A" w:rsidRDefault="00165970" w:rsidP="004C62C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5970" w:rsidRPr="00C4085A" w:rsidRDefault="00165970" w:rsidP="004C62C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65970" w:rsidRPr="00C4085A" w:rsidRDefault="00165970" w:rsidP="004C62C9">
      <w:pPr>
        <w:jc w:val="both"/>
        <w:rPr>
          <w:sz w:val="28"/>
          <w:szCs w:val="28"/>
        </w:rPr>
      </w:pPr>
      <w:r w:rsidRPr="00C4085A">
        <w:rPr>
          <w:sz w:val="28"/>
          <w:szCs w:val="28"/>
        </w:rPr>
        <w:t>Председатель Со</w:t>
      </w:r>
      <w:r>
        <w:rPr>
          <w:sz w:val="28"/>
          <w:szCs w:val="28"/>
        </w:rPr>
        <w:t>вета</w:t>
      </w:r>
    </w:p>
    <w:p w:rsidR="00165970" w:rsidRDefault="00165970" w:rsidP="004C62C9">
      <w:pPr>
        <w:jc w:val="both"/>
        <w:rPr>
          <w:sz w:val="28"/>
          <w:szCs w:val="28"/>
        </w:rPr>
      </w:pPr>
      <w:r>
        <w:rPr>
          <w:sz w:val="28"/>
          <w:szCs w:val="28"/>
        </w:rPr>
        <w:t>депутатов сельского поселения</w:t>
      </w:r>
      <w:r w:rsidRPr="00C4085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</w:t>
      </w:r>
      <w:r w:rsidRPr="00C4085A">
        <w:rPr>
          <w:sz w:val="28"/>
          <w:szCs w:val="28"/>
        </w:rPr>
        <w:t xml:space="preserve">     </w:t>
      </w:r>
      <w:r>
        <w:rPr>
          <w:sz w:val="28"/>
          <w:szCs w:val="28"/>
        </w:rPr>
        <w:t>А.А.Казаков</w:t>
      </w:r>
    </w:p>
    <w:p w:rsidR="00165970" w:rsidRPr="00902041" w:rsidRDefault="00165970" w:rsidP="004C62C9">
      <w:pPr>
        <w:jc w:val="both"/>
        <w:rPr>
          <w:sz w:val="28"/>
          <w:szCs w:val="28"/>
        </w:rPr>
      </w:pPr>
    </w:p>
    <w:p w:rsidR="00165970" w:rsidRPr="00C4085A" w:rsidRDefault="00165970" w:rsidP="004C62C9">
      <w:pPr>
        <w:jc w:val="both"/>
        <w:rPr>
          <w:sz w:val="28"/>
          <w:szCs w:val="28"/>
        </w:rPr>
      </w:pPr>
    </w:p>
    <w:p w:rsidR="00165970" w:rsidRPr="00C4085A" w:rsidRDefault="00165970" w:rsidP="004C62C9">
      <w:pPr>
        <w:jc w:val="both"/>
        <w:rPr>
          <w:sz w:val="28"/>
          <w:szCs w:val="28"/>
        </w:rPr>
      </w:pPr>
    </w:p>
    <w:p w:rsidR="00165970" w:rsidRPr="00C4085A" w:rsidRDefault="00165970" w:rsidP="004C62C9">
      <w:pPr>
        <w:jc w:val="both"/>
        <w:rPr>
          <w:sz w:val="28"/>
          <w:szCs w:val="28"/>
        </w:rPr>
      </w:pPr>
      <w:r w:rsidRPr="00C4085A">
        <w:rPr>
          <w:sz w:val="28"/>
          <w:szCs w:val="28"/>
        </w:rPr>
        <w:t xml:space="preserve">Глава </w:t>
      </w:r>
    </w:p>
    <w:p w:rsidR="00165970" w:rsidRPr="00C4085A" w:rsidRDefault="00165970" w:rsidP="004C62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Pr="00C4085A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     В.В.Балашов</w:t>
      </w:r>
    </w:p>
    <w:p w:rsidR="00165970" w:rsidRPr="00C4085A" w:rsidRDefault="00165970" w:rsidP="004C62C9">
      <w:pPr>
        <w:jc w:val="both"/>
        <w:rPr>
          <w:sz w:val="28"/>
          <w:szCs w:val="28"/>
        </w:rPr>
      </w:pPr>
    </w:p>
    <w:p w:rsidR="00165970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65970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65970" w:rsidRDefault="00165970" w:rsidP="004C62C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sectPr w:rsidR="00165970" w:rsidSect="005421C2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970" w:rsidRDefault="00165970" w:rsidP="004C62C9">
      <w:r>
        <w:separator/>
      </w:r>
    </w:p>
  </w:endnote>
  <w:endnote w:type="continuationSeparator" w:id="0">
    <w:p w:rsidR="00165970" w:rsidRDefault="00165970" w:rsidP="004C6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970" w:rsidRDefault="00165970" w:rsidP="004C62C9">
      <w:r>
        <w:separator/>
      </w:r>
    </w:p>
  </w:footnote>
  <w:footnote w:type="continuationSeparator" w:id="0">
    <w:p w:rsidR="00165970" w:rsidRDefault="00165970" w:rsidP="004C6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754FD"/>
    <w:multiLevelType w:val="hybridMultilevel"/>
    <w:tmpl w:val="DD20BE7C"/>
    <w:lvl w:ilvl="0" w:tplc="194CBAEE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62C9"/>
    <w:rsid w:val="00043009"/>
    <w:rsid w:val="000777CE"/>
    <w:rsid w:val="00085084"/>
    <w:rsid w:val="00165970"/>
    <w:rsid w:val="00180172"/>
    <w:rsid w:val="00197845"/>
    <w:rsid w:val="001C489A"/>
    <w:rsid w:val="001D029C"/>
    <w:rsid w:val="001D393C"/>
    <w:rsid w:val="001E45A4"/>
    <w:rsid w:val="001F15F8"/>
    <w:rsid w:val="00213E53"/>
    <w:rsid w:val="00225DE9"/>
    <w:rsid w:val="002308D6"/>
    <w:rsid w:val="002A565C"/>
    <w:rsid w:val="00300610"/>
    <w:rsid w:val="003066F6"/>
    <w:rsid w:val="003154B4"/>
    <w:rsid w:val="00317587"/>
    <w:rsid w:val="003206BF"/>
    <w:rsid w:val="003955DD"/>
    <w:rsid w:val="00397A45"/>
    <w:rsid w:val="003C156C"/>
    <w:rsid w:val="004226BC"/>
    <w:rsid w:val="00440FAB"/>
    <w:rsid w:val="00464172"/>
    <w:rsid w:val="00487799"/>
    <w:rsid w:val="0049056F"/>
    <w:rsid w:val="004A5117"/>
    <w:rsid w:val="004B55B7"/>
    <w:rsid w:val="004C62C9"/>
    <w:rsid w:val="004F3CFE"/>
    <w:rsid w:val="00505F8F"/>
    <w:rsid w:val="005421C2"/>
    <w:rsid w:val="005506D9"/>
    <w:rsid w:val="00564F03"/>
    <w:rsid w:val="00566A28"/>
    <w:rsid w:val="00574284"/>
    <w:rsid w:val="005A1185"/>
    <w:rsid w:val="005B2EED"/>
    <w:rsid w:val="005F63DB"/>
    <w:rsid w:val="00621782"/>
    <w:rsid w:val="006375FD"/>
    <w:rsid w:val="0069479A"/>
    <w:rsid w:val="006955B2"/>
    <w:rsid w:val="006B1E83"/>
    <w:rsid w:val="006B3DE2"/>
    <w:rsid w:val="006C1CD8"/>
    <w:rsid w:val="006F23CD"/>
    <w:rsid w:val="00793B19"/>
    <w:rsid w:val="007A41DE"/>
    <w:rsid w:val="00830AE8"/>
    <w:rsid w:val="0085021A"/>
    <w:rsid w:val="008606FD"/>
    <w:rsid w:val="00871C58"/>
    <w:rsid w:val="0088235F"/>
    <w:rsid w:val="008842FC"/>
    <w:rsid w:val="00895BB0"/>
    <w:rsid w:val="008C16D7"/>
    <w:rsid w:val="008E0671"/>
    <w:rsid w:val="008F1C5A"/>
    <w:rsid w:val="00902041"/>
    <w:rsid w:val="00923681"/>
    <w:rsid w:val="00932C15"/>
    <w:rsid w:val="009677BA"/>
    <w:rsid w:val="009D554E"/>
    <w:rsid w:val="00A346DF"/>
    <w:rsid w:val="00A43E8D"/>
    <w:rsid w:val="00AC256D"/>
    <w:rsid w:val="00AD1ACB"/>
    <w:rsid w:val="00AE22A6"/>
    <w:rsid w:val="00AE4C1D"/>
    <w:rsid w:val="00AF0E24"/>
    <w:rsid w:val="00AF6034"/>
    <w:rsid w:val="00AF636F"/>
    <w:rsid w:val="00B13064"/>
    <w:rsid w:val="00B25ECF"/>
    <w:rsid w:val="00B41903"/>
    <w:rsid w:val="00B55960"/>
    <w:rsid w:val="00BA47D0"/>
    <w:rsid w:val="00BA67D3"/>
    <w:rsid w:val="00BD789C"/>
    <w:rsid w:val="00C264AC"/>
    <w:rsid w:val="00C35EEB"/>
    <w:rsid w:val="00C4085A"/>
    <w:rsid w:val="00C46FF2"/>
    <w:rsid w:val="00C62DA1"/>
    <w:rsid w:val="00CA399F"/>
    <w:rsid w:val="00CC24F1"/>
    <w:rsid w:val="00CF5142"/>
    <w:rsid w:val="00D01EBA"/>
    <w:rsid w:val="00D22E0A"/>
    <w:rsid w:val="00D25EB4"/>
    <w:rsid w:val="00D353DD"/>
    <w:rsid w:val="00D53B2E"/>
    <w:rsid w:val="00D57A58"/>
    <w:rsid w:val="00DA57D3"/>
    <w:rsid w:val="00DF3565"/>
    <w:rsid w:val="00E04C06"/>
    <w:rsid w:val="00E51593"/>
    <w:rsid w:val="00EA444F"/>
    <w:rsid w:val="00F54A4E"/>
    <w:rsid w:val="00F80467"/>
    <w:rsid w:val="00F83CA8"/>
    <w:rsid w:val="00FE0509"/>
    <w:rsid w:val="00FE26EC"/>
    <w:rsid w:val="00FE79CF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2C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C62C9"/>
    <w:rPr>
      <w:rFonts w:cs="Times New Roman"/>
      <w:color w:val="A75E2E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4C62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C62C9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4C62C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4C62C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62C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4C62C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62C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Normal"/>
    <w:uiPriority w:val="99"/>
    <w:rsid w:val="001D393C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4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595</TotalTime>
  <Pages>4</Pages>
  <Words>895</Words>
  <Characters>5104</Characters>
  <Application>Microsoft Office Outlook</Application>
  <DocSecurity>0</DocSecurity>
  <Lines>0</Lines>
  <Paragraphs>0</Paragraphs>
  <ScaleCrop>false</ScaleCrop>
  <Company>Управление Минюста России по Челябинской обласли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bulanov-pyu</dc:creator>
  <cp:keywords/>
  <dc:description/>
  <cp:lastModifiedBy>Наталья Викторовна</cp:lastModifiedBy>
  <cp:revision>44</cp:revision>
  <dcterms:created xsi:type="dcterms:W3CDTF">2019-02-07T04:17:00Z</dcterms:created>
  <dcterms:modified xsi:type="dcterms:W3CDTF">2019-04-26T04:37:00Z</dcterms:modified>
</cp:coreProperties>
</file>